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00A9" w14:textId="77777777" w:rsidR="00E1312F" w:rsidRPr="00AA6B0D" w:rsidRDefault="00E1312F">
      <w:pPr>
        <w:pStyle w:val="Tytu"/>
        <w:rPr>
          <w:rFonts w:ascii="Arial" w:hAnsi="Arial" w:cs="Arial"/>
          <w:sz w:val="24"/>
          <w:szCs w:val="24"/>
        </w:rPr>
      </w:pPr>
      <w:r w:rsidRPr="00AA6B0D">
        <w:rPr>
          <w:rFonts w:ascii="Arial" w:hAnsi="Arial" w:cs="Arial"/>
          <w:sz w:val="24"/>
          <w:szCs w:val="24"/>
        </w:rPr>
        <w:t>PROTOKÓŁ TECHNICZNEGO ODBIORU ROBÓT</w:t>
      </w:r>
      <w:r w:rsidR="00AA6B0D">
        <w:rPr>
          <w:rFonts w:ascii="Arial" w:hAnsi="Arial" w:cs="Arial"/>
          <w:sz w:val="24"/>
          <w:szCs w:val="24"/>
        </w:rPr>
        <w:t xml:space="preserve"> UTRZYMANIOWYCH</w:t>
      </w:r>
    </w:p>
    <w:p w14:paraId="74433EEA" w14:textId="77777777" w:rsidR="00E1312F" w:rsidRPr="00AA6B0D" w:rsidRDefault="00E1312F">
      <w:pPr>
        <w:jc w:val="center"/>
        <w:rPr>
          <w:rFonts w:ascii="Arial" w:hAnsi="Arial" w:cs="Arial"/>
          <w:b/>
        </w:rPr>
      </w:pPr>
    </w:p>
    <w:p w14:paraId="52D189F2" w14:textId="77777777" w:rsidR="00E1312F" w:rsidRPr="00AA6B0D" w:rsidRDefault="00AA6B0D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1312F" w:rsidRPr="00AA6B0D">
        <w:rPr>
          <w:rFonts w:ascii="Arial" w:hAnsi="Arial" w:cs="Arial"/>
        </w:rPr>
        <w:t>pisany w dniu ...................................</w:t>
      </w:r>
      <w:r w:rsidR="003F1105">
        <w:rPr>
          <w:rFonts w:ascii="Arial" w:hAnsi="Arial" w:cs="Arial"/>
        </w:rPr>
        <w:t>w……………………….</w:t>
      </w:r>
    </w:p>
    <w:p w14:paraId="4BA5FB54" w14:textId="77777777" w:rsidR="004369BC" w:rsidRPr="00AA6B0D" w:rsidRDefault="00AA6B0D" w:rsidP="00FD6C45">
      <w:pPr>
        <w:numPr>
          <w:ilvl w:val="0"/>
          <w:numId w:val="1"/>
        </w:num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Zamawiający: Państwowe Gospodarstwo Leśne Lasy Państwowe Nadleśnictwo Brzeg</w:t>
      </w:r>
    </w:p>
    <w:p w14:paraId="39A7AD5E" w14:textId="7D26CD23" w:rsidR="003F1105" w:rsidRDefault="00CB5680" w:rsidP="007C63FD">
      <w:pPr>
        <w:numPr>
          <w:ilvl w:val="0"/>
          <w:numId w:val="1"/>
        </w:num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FD6C45">
        <w:rPr>
          <w:rFonts w:ascii="Arial" w:hAnsi="Arial" w:cs="Arial"/>
        </w:rPr>
        <w:t xml:space="preserve">: </w:t>
      </w:r>
      <w:r w:rsidR="007C63FD">
        <w:rPr>
          <w:rFonts w:ascii="Arial" w:hAnsi="Arial" w:cs="Arial"/>
        </w:rPr>
        <w:t>…………………………………………………………</w:t>
      </w:r>
    </w:p>
    <w:p w14:paraId="1114ED66" w14:textId="6A0B6353" w:rsidR="00FD6C45" w:rsidRDefault="003F1105" w:rsidP="00485853">
      <w:pPr>
        <w:numPr>
          <w:ilvl w:val="0"/>
          <w:numId w:val="1"/>
        </w:num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E1312F" w:rsidRPr="00AA6B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zakresu</w:t>
      </w:r>
      <w:r w:rsidR="00E1312F" w:rsidRPr="00AA6B0D">
        <w:rPr>
          <w:rFonts w:ascii="Arial" w:hAnsi="Arial" w:cs="Arial"/>
        </w:rPr>
        <w:t xml:space="preserve"> wykonanych robót</w:t>
      </w:r>
      <w:r w:rsidR="00985164">
        <w:rPr>
          <w:rFonts w:ascii="Arial" w:hAnsi="Arial" w:cs="Arial"/>
        </w:rPr>
        <w:t xml:space="preserve"> na obiekcie</w:t>
      </w:r>
      <w:r w:rsidR="00FD6C45">
        <w:rPr>
          <w:rFonts w:ascii="Arial" w:hAnsi="Arial" w:cs="Arial"/>
        </w:rPr>
        <w:t>: droga leśna nr</w:t>
      </w:r>
      <w:r w:rsidR="00985164">
        <w:rPr>
          <w:rFonts w:ascii="Arial" w:hAnsi="Arial" w:cs="Arial"/>
        </w:rPr>
        <w:t>………………………</w:t>
      </w:r>
      <w:r w:rsidR="00FD6C45">
        <w:rPr>
          <w:rFonts w:ascii="Arial" w:hAnsi="Arial" w:cs="Arial"/>
        </w:rPr>
        <w:t xml:space="preserve"> </w:t>
      </w:r>
      <w:r w:rsidR="00985164">
        <w:rPr>
          <w:rFonts w:ascii="Arial" w:hAnsi="Arial" w:cs="Arial"/>
        </w:rPr>
        <w:t>w</w:t>
      </w:r>
      <w:r w:rsidR="00FD6C45">
        <w:rPr>
          <w:rFonts w:ascii="Arial" w:hAnsi="Arial" w:cs="Arial"/>
        </w:rPr>
        <w:t> </w:t>
      </w:r>
      <w:r w:rsidR="00985164">
        <w:rPr>
          <w:rFonts w:ascii="Arial" w:hAnsi="Arial" w:cs="Arial"/>
        </w:rPr>
        <w:t>oddziale………</w:t>
      </w:r>
      <w:r w:rsidR="00CB5680">
        <w:rPr>
          <w:rFonts w:ascii="Arial" w:hAnsi="Arial" w:cs="Arial"/>
        </w:rPr>
        <w:t xml:space="preserve">……      </w:t>
      </w:r>
      <w:r w:rsidR="00985164">
        <w:rPr>
          <w:rFonts w:ascii="Arial" w:hAnsi="Arial" w:cs="Arial"/>
        </w:rPr>
        <w:t>w leśnictwie………………………</w:t>
      </w:r>
      <w:proofErr w:type="gramStart"/>
      <w:r w:rsidR="00985164">
        <w:rPr>
          <w:rFonts w:ascii="Arial" w:hAnsi="Arial" w:cs="Arial"/>
        </w:rPr>
        <w:t>…….</w:t>
      </w:r>
      <w:proofErr w:type="gramEnd"/>
      <w:r w:rsidR="00985164">
        <w:rPr>
          <w:rFonts w:ascii="Arial" w:hAnsi="Arial" w:cs="Arial"/>
        </w:rPr>
        <w:t>.</w:t>
      </w:r>
      <w:r w:rsidR="00B76AC6">
        <w:rPr>
          <w:rFonts w:ascii="Arial" w:hAnsi="Arial" w:cs="Arial"/>
        </w:rPr>
        <w:t xml:space="preserve">, nr </w:t>
      </w:r>
      <w:proofErr w:type="spellStart"/>
      <w:r w:rsidR="00B76AC6">
        <w:rPr>
          <w:rFonts w:ascii="Arial" w:hAnsi="Arial" w:cs="Arial"/>
        </w:rPr>
        <w:t>inw</w:t>
      </w:r>
      <w:proofErr w:type="spellEnd"/>
      <w:r w:rsidR="00B76AC6">
        <w:rPr>
          <w:rFonts w:ascii="Arial" w:hAnsi="Arial" w:cs="Arial"/>
        </w:rPr>
        <w:t>. …………………………</w:t>
      </w:r>
    </w:p>
    <w:p w14:paraId="51EE60FD" w14:textId="77777777" w:rsidR="002F00B3" w:rsidRPr="007C63FD" w:rsidRDefault="002F00B3" w:rsidP="00485853">
      <w:pPr>
        <w:spacing w:line="360" w:lineRule="auto"/>
        <w:ind w:left="360"/>
        <w:rPr>
          <w:rFonts w:ascii="Arial" w:hAnsi="Arial" w:cs="Arial"/>
        </w:rPr>
      </w:pP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402"/>
        <w:gridCol w:w="1134"/>
        <w:gridCol w:w="1134"/>
        <w:gridCol w:w="1352"/>
        <w:gridCol w:w="1134"/>
        <w:gridCol w:w="1134"/>
      </w:tblGrid>
      <w:tr w:rsidR="00B76AC6" w:rsidRPr="00B76AC6" w14:paraId="489C37FD" w14:textId="77777777" w:rsidTr="00B76AC6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611ACE9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00B3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F2313AD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00B3">
              <w:rPr>
                <w:rFonts w:ascii="Arial" w:hAnsi="Arial" w:cs="Arial"/>
                <w:b/>
                <w:bCs/>
                <w:color w:val="000000"/>
              </w:rPr>
              <w:t>Nazwa technologii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FB6B40E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00B3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F265F9D" w14:textId="724DFF3E" w:rsidR="00B76AC6" w:rsidRPr="002F00B3" w:rsidRDefault="00B76AC6" w:rsidP="004858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00B3">
              <w:rPr>
                <w:rFonts w:ascii="Arial" w:hAnsi="Arial" w:cs="Arial"/>
                <w:b/>
                <w:bCs/>
                <w:color w:val="000000"/>
              </w:rPr>
              <w:t>Iloś</w:t>
            </w:r>
            <w:r w:rsidR="002F00B3">
              <w:rPr>
                <w:rFonts w:ascii="Arial" w:hAnsi="Arial" w:cs="Arial"/>
                <w:b/>
                <w:bCs/>
                <w:color w:val="000000"/>
              </w:rPr>
              <w:t>ć j</w:t>
            </w:r>
            <w:r w:rsidRPr="002F00B3">
              <w:rPr>
                <w:rFonts w:ascii="Arial" w:hAnsi="Arial" w:cs="Arial"/>
                <w:b/>
                <w:bCs/>
                <w:color w:val="000000"/>
              </w:rPr>
              <w:t>ednostek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E2F04C4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00B3">
              <w:rPr>
                <w:rFonts w:ascii="Arial" w:hAnsi="Arial" w:cs="Arial"/>
                <w:b/>
                <w:bCs/>
                <w:color w:val="000000"/>
              </w:rPr>
              <w:t>Cena jednostkowa netto [zł]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D6C146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00B3">
              <w:rPr>
                <w:rFonts w:ascii="Arial" w:hAnsi="Arial" w:cs="Arial"/>
                <w:b/>
                <w:bCs/>
                <w:color w:val="000000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5C16DBF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00B3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B76AC6" w:rsidRPr="00B76AC6" w14:paraId="1DEDE536" w14:textId="77777777" w:rsidTr="008B35AD">
        <w:trPr>
          <w:trHeight w:val="9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CB90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274E" w14:textId="77777777" w:rsidR="00B76AC6" w:rsidRPr="002F00B3" w:rsidRDefault="00B76AC6" w:rsidP="00485853">
            <w:pPr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Profilowanie (równanie nawierzchni drogi wraz z wałowaniem, ścięciem poboczy załadunkiem nadmiaru ścinki na samochód i wywozem)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2CCED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C8807" w14:textId="489E77F9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259F" w14:textId="77777777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F1DA1" w14:textId="0E637ED3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806D4D" w14:textId="20DB0BE1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76AC6" w:rsidRPr="00B76AC6" w14:paraId="280780EC" w14:textId="77777777" w:rsidTr="008B35AD">
        <w:trPr>
          <w:trHeight w:val="6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11F9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150A2" w14:textId="77777777" w:rsidR="00B76AC6" w:rsidRPr="002F00B3" w:rsidRDefault="00B76AC6" w:rsidP="00485853">
            <w:pPr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 xml:space="preserve">Naprawa uszkodzonego przepustu: </w:t>
            </w:r>
            <w:r w:rsidRPr="002F00B3">
              <w:rPr>
                <w:rFonts w:ascii="Arial" w:hAnsi="Arial" w:cs="Arial"/>
                <w:color w:val="000000"/>
              </w:rPr>
              <w:br/>
              <w:t xml:space="preserve">wymiana uszkodzonych rur o średnicy Ø600mm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EFBCA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6347" w14:textId="026D568A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6E09" w14:textId="77777777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147E8" w14:textId="4EFA4CFD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3053B1" w14:textId="1A050E17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76AC6" w:rsidRPr="00B76AC6" w14:paraId="7E879E66" w14:textId="77777777" w:rsidTr="008B35AD">
        <w:trPr>
          <w:trHeight w:val="9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AC7C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E738" w14:textId="77777777" w:rsidR="00B76AC6" w:rsidRPr="002F00B3" w:rsidRDefault="00B76AC6" w:rsidP="00485853">
            <w:pPr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Uzupełnienie ubytków (wyrw, zaniżeń, kolein) w nawierzchni dróg leśnych kruszywem naturalnym łamanym granitowym o uziarnieniu ciągłym fr. 0-63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4FE7A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34B77" w14:textId="379D9FC2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D019" w14:textId="77777777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3970" w14:textId="08618114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E65CEB" w14:textId="73686E6F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76AC6" w:rsidRPr="00B76AC6" w14:paraId="13260414" w14:textId="77777777" w:rsidTr="008B35AD">
        <w:trPr>
          <w:trHeight w:val="9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B926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B7A8" w14:textId="77777777" w:rsidR="00B76AC6" w:rsidRPr="002F00B3" w:rsidRDefault="00B76AC6" w:rsidP="00485853">
            <w:pPr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Uzupełnienie ubytków (wyrw, zaniżeń, kolein) w nawierzchni dróg leśnych kruszywem naturalnym łamanym granitowym o uziarnieniu ciągłym fr. 31,5-63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55B21" w14:textId="77777777" w:rsidR="00B76AC6" w:rsidRPr="002F00B3" w:rsidRDefault="00B76AC6" w:rsidP="00485853">
            <w:pPr>
              <w:jc w:val="center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5FC8C" w14:textId="3506B517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657F" w14:textId="77777777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  <w:r w:rsidRPr="002F00B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07C6C" w14:textId="13B841D6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D2196C" w14:textId="1FA18D59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76AC6" w:rsidRPr="00B76AC6" w14:paraId="5E133A9A" w14:textId="77777777" w:rsidTr="00B76AC6">
        <w:trPr>
          <w:trHeight w:val="315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1D74" w14:textId="77777777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A8BB" w14:textId="77777777" w:rsidR="00B76AC6" w:rsidRPr="002F00B3" w:rsidRDefault="00B76AC6" w:rsidP="0048585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F39D" w14:textId="77777777" w:rsidR="00B76AC6" w:rsidRPr="002F00B3" w:rsidRDefault="00B76AC6" w:rsidP="0048585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942B" w14:textId="77777777" w:rsidR="00B76AC6" w:rsidRPr="002F00B3" w:rsidRDefault="00B76AC6" w:rsidP="0048585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9100F" w14:textId="77777777" w:rsidR="00B76AC6" w:rsidRPr="002F00B3" w:rsidRDefault="00B76AC6" w:rsidP="00485853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F00B3">
              <w:rPr>
                <w:rFonts w:ascii="Arial" w:hAnsi="Arial" w:cs="Arial"/>
                <w:b/>
                <w:color w:val="000000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9F280" w14:textId="24B173D3" w:rsidR="00B76AC6" w:rsidRPr="002F00B3" w:rsidRDefault="00B76AC6" w:rsidP="0048585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991DA7" w14:textId="1EC2728E" w:rsidR="00B76AC6" w:rsidRPr="002F00B3" w:rsidRDefault="00B76AC6" w:rsidP="0048585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14:paraId="106D60BC" w14:textId="03B1AEA7" w:rsidR="009B4351" w:rsidRPr="00AA6B0D" w:rsidRDefault="009B4351" w:rsidP="00485853">
      <w:pPr>
        <w:spacing w:line="360" w:lineRule="auto"/>
        <w:rPr>
          <w:rFonts w:ascii="Arial" w:hAnsi="Arial" w:cs="Arial"/>
        </w:rPr>
      </w:pPr>
    </w:p>
    <w:p w14:paraId="1CDCFD0E" w14:textId="77777777" w:rsidR="00E1312F" w:rsidRDefault="00E1312F" w:rsidP="00485853">
      <w:pPr>
        <w:numPr>
          <w:ilvl w:val="0"/>
          <w:numId w:val="1"/>
        </w:numPr>
        <w:spacing w:line="360" w:lineRule="auto"/>
        <w:ind w:left="360"/>
        <w:jc w:val="both"/>
        <w:rPr>
          <w:rFonts w:ascii="Arial" w:hAnsi="Arial" w:cs="Arial"/>
        </w:rPr>
      </w:pPr>
      <w:r w:rsidRPr="00AA6B0D">
        <w:rPr>
          <w:rFonts w:ascii="Arial" w:hAnsi="Arial" w:cs="Arial"/>
        </w:rPr>
        <w:t>Roboty rozpoczęto dnia ..............................zakończono dnia............................</w:t>
      </w:r>
      <w:r w:rsidR="00B25196">
        <w:rPr>
          <w:rFonts w:ascii="Arial" w:hAnsi="Arial" w:cs="Arial"/>
        </w:rPr>
        <w:t>........................</w:t>
      </w:r>
    </w:p>
    <w:p w14:paraId="64E4C0B9" w14:textId="77777777" w:rsidR="00D35FF2" w:rsidRDefault="00D35FF2" w:rsidP="00FD6C45">
      <w:pPr>
        <w:numPr>
          <w:ilvl w:val="0"/>
          <w:numId w:val="1"/>
        </w:num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przekazał następujące dokumenty dotyczące wykonanych prac:</w:t>
      </w:r>
    </w:p>
    <w:p w14:paraId="36C273B7" w14:textId="77777777" w:rsidR="00D35FF2" w:rsidRPr="00AA6B0D" w:rsidRDefault="00D35FF2" w:rsidP="00FD6C45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DE0CA5" w14:textId="580A0B0B" w:rsidR="00CF7BA7" w:rsidRDefault="00EF2E3D" w:rsidP="00FD6C45">
      <w:pPr>
        <w:numPr>
          <w:ilvl w:val="0"/>
          <w:numId w:val="1"/>
        </w:num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Komisja powołana na podstawie </w:t>
      </w:r>
      <w:r w:rsidR="00B76AC6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ecyzji </w:t>
      </w:r>
      <w:r w:rsidR="00B76AC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r </w:t>
      </w:r>
      <w:r w:rsidR="00E635D5">
        <w:rPr>
          <w:rFonts w:ascii="Arial" w:hAnsi="Arial" w:cs="Arial"/>
        </w:rPr>
        <w:t>………</w:t>
      </w:r>
      <w:proofErr w:type="gramStart"/>
      <w:r w:rsidR="00E635D5">
        <w:rPr>
          <w:rFonts w:ascii="Arial" w:hAnsi="Arial" w:cs="Arial"/>
        </w:rPr>
        <w:t>…….</w:t>
      </w:r>
      <w:proofErr w:type="gramEnd"/>
      <w:r w:rsidR="00E635D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Nadleśniczego Nadleśnictwa Brzeg z dnia </w:t>
      </w:r>
      <w:r w:rsidR="00E635D5">
        <w:rPr>
          <w:rFonts w:ascii="Arial" w:hAnsi="Arial" w:cs="Arial"/>
        </w:rPr>
        <w:t>………</w:t>
      </w:r>
      <w:proofErr w:type="gramStart"/>
      <w:r w:rsidR="00E635D5">
        <w:rPr>
          <w:rFonts w:ascii="Arial" w:hAnsi="Arial" w:cs="Arial"/>
        </w:rPr>
        <w:t>…….</w:t>
      </w:r>
      <w:proofErr w:type="gramEnd"/>
      <w:r w:rsidR="00E635D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r.</w:t>
      </w:r>
      <w:r w:rsidR="00CF7BA7">
        <w:rPr>
          <w:rFonts w:ascii="Arial" w:hAnsi="Arial" w:cs="Arial"/>
        </w:rPr>
        <w:t xml:space="preserve"> (…) w składzie:</w:t>
      </w:r>
    </w:p>
    <w:p w14:paraId="4D97F5A0" w14:textId="77777777" w:rsidR="00CF7BA7" w:rsidRDefault="0036612C" w:rsidP="00FD6C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F7BA7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Przewodniczący </w:t>
      </w:r>
      <w:proofErr w:type="gramStart"/>
      <w:r w:rsidR="00CF7BA7">
        <w:rPr>
          <w:rFonts w:ascii="Arial" w:hAnsi="Arial" w:cs="Arial"/>
        </w:rPr>
        <w:t>komisji:…</w:t>
      </w:r>
      <w:proofErr w:type="gramEnd"/>
      <w:r w:rsidR="00CF7BA7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...</w:t>
      </w:r>
    </w:p>
    <w:p w14:paraId="59B6D33D" w14:textId="77777777" w:rsidR="00CF7BA7" w:rsidRDefault="0036612C" w:rsidP="00FD6C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F7BA7">
        <w:rPr>
          <w:rFonts w:ascii="Arial" w:hAnsi="Arial" w:cs="Arial"/>
        </w:rPr>
        <w:t xml:space="preserve">2) Członek </w:t>
      </w:r>
      <w:proofErr w:type="gramStart"/>
      <w:r w:rsidR="00CF7BA7">
        <w:rPr>
          <w:rFonts w:ascii="Arial" w:hAnsi="Arial" w:cs="Arial"/>
        </w:rPr>
        <w:t>komisji:…</w:t>
      </w:r>
      <w:proofErr w:type="gramEnd"/>
      <w:r w:rsidR="00CF7BA7">
        <w:rPr>
          <w:rFonts w:ascii="Arial" w:hAnsi="Arial" w:cs="Arial"/>
        </w:rPr>
        <w:t>………………………………………………………………………………</w:t>
      </w:r>
      <w:proofErr w:type="gramStart"/>
      <w:r w:rsidR="00CF7BA7">
        <w:rPr>
          <w:rFonts w:ascii="Arial" w:hAnsi="Arial" w:cs="Arial"/>
        </w:rPr>
        <w:t>…</w:t>
      </w:r>
      <w:r>
        <w:rPr>
          <w:rFonts w:ascii="Arial" w:hAnsi="Arial" w:cs="Arial"/>
        </w:rPr>
        <w:t>….</w:t>
      </w:r>
      <w:proofErr w:type="gramEnd"/>
      <w:r>
        <w:rPr>
          <w:rFonts w:ascii="Arial" w:hAnsi="Arial" w:cs="Arial"/>
        </w:rPr>
        <w:t>.</w:t>
      </w:r>
    </w:p>
    <w:p w14:paraId="55D2BC60" w14:textId="77777777" w:rsidR="0036612C" w:rsidRDefault="0036612C" w:rsidP="00FD6C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3) Członek </w:t>
      </w:r>
      <w:proofErr w:type="gramStart"/>
      <w:r>
        <w:rPr>
          <w:rFonts w:ascii="Arial" w:hAnsi="Arial" w:cs="Arial"/>
        </w:rPr>
        <w:t>komisji:…</w:t>
      </w:r>
      <w:proofErr w:type="gramEnd"/>
      <w:r>
        <w:rPr>
          <w:rFonts w:ascii="Arial" w:hAnsi="Arial" w:cs="Arial"/>
        </w:rPr>
        <w:t>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0919A53" w14:textId="6ED0FB69" w:rsidR="00CF7BA7" w:rsidRDefault="00CF7BA7" w:rsidP="00FD6C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Przy udziale przedstawicieli Wykonawcy………………………………………………………………</w:t>
      </w:r>
      <w:proofErr w:type="gramStart"/>
      <w:r>
        <w:rPr>
          <w:rFonts w:ascii="Arial" w:hAnsi="Arial" w:cs="Arial"/>
        </w:rPr>
        <w:t>….</w:t>
      </w:r>
      <w:r w:rsidR="00D35FF2">
        <w:rPr>
          <w:rFonts w:ascii="Arial" w:hAnsi="Arial" w:cs="Arial"/>
        </w:rPr>
        <w:t>..</w:t>
      </w:r>
      <w:r w:rsidR="00FD6C45">
        <w:rPr>
          <w:rFonts w:ascii="Arial" w:hAnsi="Arial" w:cs="Arial"/>
        </w:rPr>
        <w:t>.</w:t>
      </w:r>
      <w:proofErr w:type="gramEnd"/>
      <w:r w:rsidR="00FD6C45">
        <w:rPr>
          <w:rFonts w:ascii="Arial" w:hAnsi="Arial" w:cs="Arial"/>
        </w:rPr>
        <w:t>.</w:t>
      </w:r>
    </w:p>
    <w:p w14:paraId="3CDA27C3" w14:textId="0C73EED0" w:rsidR="00D35FF2" w:rsidRDefault="00D35FF2" w:rsidP="00FD6C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FD6C45">
        <w:rPr>
          <w:rFonts w:ascii="Arial" w:hAnsi="Arial" w:cs="Arial"/>
        </w:rPr>
        <w:t>….</w:t>
      </w:r>
    </w:p>
    <w:p w14:paraId="183433DE" w14:textId="6BD035DB" w:rsidR="00CF7BA7" w:rsidRDefault="00FD6C45" w:rsidP="00FD6C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oraz Inspektora nadzoru inwestorskiego</w:t>
      </w:r>
      <w:r w:rsidR="00CF7BA7">
        <w:rPr>
          <w:rFonts w:ascii="Arial" w:hAnsi="Arial" w:cs="Arial"/>
        </w:rPr>
        <w:t>……………………………………………………………………...</w:t>
      </w:r>
      <w:r w:rsidR="008B35AD">
        <w:rPr>
          <w:rFonts w:ascii="Arial" w:hAnsi="Arial" w:cs="Arial"/>
        </w:rPr>
        <w:t>*</w:t>
      </w:r>
    </w:p>
    <w:p w14:paraId="25B67ED4" w14:textId="77777777" w:rsidR="00180596" w:rsidRDefault="00180596" w:rsidP="00FD6C45">
      <w:pPr>
        <w:spacing w:line="360" w:lineRule="auto"/>
        <w:jc w:val="center"/>
        <w:rPr>
          <w:rFonts w:ascii="Arial" w:hAnsi="Arial" w:cs="Arial"/>
        </w:rPr>
      </w:pPr>
    </w:p>
    <w:p w14:paraId="652C40D0" w14:textId="77777777" w:rsidR="00180596" w:rsidRDefault="00180596" w:rsidP="00FD6C4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ORZECZENIE KOMISJI</w:t>
      </w:r>
    </w:p>
    <w:p w14:paraId="6DBF556F" w14:textId="6B498B4F" w:rsidR="00CB5680" w:rsidRPr="0030479F" w:rsidRDefault="00CB5680" w:rsidP="00FD6C45">
      <w:pPr>
        <w:pStyle w:val="Akapitzlist"/>
        <w:numPr>
          <w:ilvl w:val="0"/>
          <w:numId w:val="1"/>
        </w:numPr>
        <w:spacing w:line="360" w:lineRule="auto"/>
        <w:ind w:left="360"/>
        <w:jc w:val="both"/>
        <w:rPr>
          <w:rFonts w:ascii="Arial" w:hAnsi="Arial" w:cs="Arial"/>
        </w:rPr>
      </w:pPr>
      <w:r w:rsidRPr="0030479F">
        <w:rPr>
          <w:rFonts w:ascii="Arial" w:hAnsi="Arial" w:cs="Arial"/>
        </w:rPr>
        <w:t xml:space="preserve">Komisja w składzie jak wyżej </w:t>
      </w:r>
      <w:r w:rsidR="00E1312F" w:rsidRPr="0030479F">
        <w:rPr>
          <w:rFonts w:ascii="Arial" w:hAnsi="Arial" w:cs="Arial"/>
        </w:rPr>
        <w:t xml:space="preserve">po dokonaniu oględzin wykonanych robót </w:t>
      </w:r>
      <w:proofErr w:type="gramStart"/>
      <w:r w:rsidR="00E1312F" w:rsidRPr="0030479F">
        <w:rPr>
          <w:rFonts w:ascii="Arial" w:hAnsi="Arial" w:cs="Arial"/>
        </w:rPr>
        <w:t>stwierdza ,</w:t>
      </w:r>
      <w:proofErr w:type="gramEnd"/>
      <w:r w:rsidR="00E1312F" w:rsidRPr="0030479F">
        <w:rPr>
          <w:rFonts w:ascii="Arial" w:hAnsi="Arial" w:cs="Arial"/>
        </w:rPr>
        <w:t xml:space="preserve"> że roboty wykonane z</w:t>
      </w:r>
      <w:r w:rsidR="00CF7BA7" w:rsidRPr="0030479F">
        <w:rPr>
          <w:rFonts w:ascii="Arial" w:hAnsi="Arial" w:cs="Arial"/>
        </w:rPr>
        <w:t>ostały zgodnie</w:t>
      </w:r>
      <w:proofErr w:type="gramStart"/>
      <w:r w:rsidR="0036612C" w:rsidRPr="0030479F">
        <w:rPr>
          <w:rFonts w:ascii="Arial" w:hAnsi="Arial" w:cs="Arial"/>
        </w:rPr>
        <w:t>/</w:t>
      </w:r>
      <w:r w:rsidR="00CF7BA7" w:rsidRPr="0030479F">
        <w:rPr>
          <w:rFonts w:ascii="Arial" w:hAnsi="Arial" w:cs="Arial"/>
        </w:rPr>
        <w:t>(</w:t>
      </w:r>
      <w:proofErr w:type="gramEnd"/>
      <w:r w:rsidR="00CF7BA7" w:rsidRPr="0030479F">
        <w:rPr>
          <w:rFonts w:ascii="Arial" w:hAnsi="Arial" w:cs="Arial"/>
        </w:rPr>
        <w:t xml:space="preserve">nie </w:t>
      </w:r>
      <w:proofErr w:type="gramStart"/>
      <w:r w:rsidR="00CF7BA7" w:rsidRPr="0030479F">
        <w:rPr>
          <w:rFonts w:ascii="Arial" w:hAnsi="Arial" w:cs="Arial"/>
        </w:rPr>
        <w:t>zgodnie)</w:t>
      </w:r>
      <w:r w:rsidR="0036612C" w:rsidRPr="0030479F">
        <w:rPr>
          <w:rFonts w:ascii="Arial" w:hAnsi="Arial" w:cs="Arial"/>
        </w:rPr>
        <w:t>*</w:t>
      </w:r>
      <w:proofErr w:type="gramEnd"/>
      <w:r w:rsidR="00CF7BA7" w:rsidRPr="0030479F">
        <w:rPr>
          <w:rFonts w:ascii="Arial" w:hAnsi="Arial" w:cs="Arial"/>
        </w:rPr>
        <w:t xml:space="preserve"> z</w:t>
      </w:r>
      <w:r w:rsidR="00AB2D59">
        <w:rPr>
          <w:rFonts w:ascii="Arial" w:hAnsi="Arial" w:cs="Arial"/>
        </w:rPr>
        <w:t xml:space="preserve"> umową nr </w:t>
      </w:r>
      <w:r w:rsidR="007C63FD">
        <w:rPr>
          <w:rFonts w:ascii="Arial" w:hAnsi="Arial" w:cs="Arial"/>
        </w:rPr>
        <w:t>…</w:t>
      </w:r>
      <w:proofErr w:type="gramStart"/>
      <w:r w:rsidR="007C63FD">
        <w:rPr>
          <w:rFonts w:ascii="Arial" w:hAnsi="Arial" w:cs="Arial"/>
        </w:rPr>
        <w:t>…….</w:t>
      </w:r>
      <w:proofErr w:type="gramEnd"/>
      <w:r w:rsidR="00FD6C45">
        <w:rPr>
          <w:rFonts w:ascii="Arial" w:hAnsi="Arial" w:cs="Arial"/>
        </w:rPr>
        <w:t xml:space="preserve">z dnia </w:t>
      </w:r>
      <w:r w:rsidR="007C63FD">
        <w:rPr>
          <w:rFonts w:ascii="Arial" w:hAnsi="Arial" w:cs="Arial"/>
        </w:rPr>
        <w:t>………………</w:t>
      </w:r>
      <w:r w:rsidR="00FD6C45">
        <w:rPr>
          <w:rFonts w:ascii="Arial" w:hAnsi="Arial" w:cs="Arial"/>
        </w:rPr>
        <w:t xml:space="preserve"> r.</w:t>
      </w:r>
      <w:r w:rsidR="0036612C" w:rsidRPr="0030479F">
        <w:rPr>
          <w:rFonts w:ascii="Arial" w:hAnsi="Arial" w:cs="Arial"/>
        </w:rPr>
        <w:t>, zostały wykonane pod względem technicznym w</w:t>
      </w:r>
      <w:r w:rsidR="00FD6C45">
        <w:rPr>
          <w:rFonts w:ascii="Arial" w:hAnsi="Arial" w:cs="Arial"/>
        </w:rPr>
        <w:t xml:space="preserve"> sposób właściwy/niewłaściwy* z </w:t>
      </w:r>
      <w:r w:rsidR="0036612C" w:rsidRPr="0030479F">
        <w:rPr>
          <w:rFonts w:ascii="Arial" w:hAnsi="Arial" w:cs="Arial"/>
        </w:rPr>
        <w:t>odpowiednich/nieodpowiednich* materiałów bez usterek/z usterkami*.</w:t>
      </w:r>
    </w:p>
    <w:p w14:paraId="603D766A" w14:textId="22510CB6" w:rsidR="0036612C" w:rsidRDefault="0036612C" w:rsidP="00FD6C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</w:t>
      </w:r>
      <w:r w:rsidR="00FD6C45">
        <w:rPr>
          <w:rFonts w:ascii="Arial" w:hAnsi="Arial" w:cs="Arial"/>
        </w:rPr>
        <w:t>…………</w:t>
      </w:r>
    </w:p>
    <w:p w14:paraId="46E4C757" w14:textId="261DDDE7" w:rsidR="00180596" w:rsidRPr="00FD6C45" w:rsidRDefault="00E1312F" w:rsidP="007C63FD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 w:rsidRPr="00D35FF2">
        <w:rPr>
          <w:rFonts w:ascii="Arial" w:hAnsi="Arial" w:cs="Arial"/>
        </w:rPr>
        <w:lastRenderedPageBreak/>
        <w:t>Wykonawca zobowiąz</w:t>
      </w:r>
      <w:r w:rsidR="0036612C" w:rsidRPr="00D35FF2">
        <w:rPr>
          <w:rFonts w:ascii="Arial" w:hAnsi="Arial" w:cs="Arial"/>
        </w:rPr>
        <w:t>uje się usunąć usterki do dnia………………………</w:t>
      </w:r>
      <w:r w:rsidR="00CB5680" w:rsidRPr="00D35FF2">
        <w:rPr>
          <w:rFonts w:ascii="Arial" w:hAnsi="Arial" w:cs="Arial"/>
        </w:rPr>
        <w:t>..................................</w:t>
      </w:r>
      <w:r w:rsidR="00FD6C45">
        <w:rPr>
          <w:rFonts w:ascii="Arial" w:hAnsi="Arial" w:cs="Arial"/>
        </w:rPr>
        <w:t>.....</w:t>
      </w:r>
    </w:p>
    <w:p w14:paraId="51C0205B" w14:textId="02A8B934" w:rsidR="0030479F" w:rsidRDefault="00E1312F" w:rsidP="007C63FD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 w:rsidRPr="00CB5680">
        <w:rPr>
          <w:rFonts w:ascii="Arial" w:hAnsi="Arial" w:cs="Arial"/>
        </w:rPr>
        <w:t xml:space="preserve">Uwagi </w:t>
      </w:r>
      <w:proofErr w:type="gramStart"/>
      <w:r w:rsidRPr="00CB5680">
        <w:rPr>
          <w:rFonts w:ascii="Arial" w:hAnsi="Arial" w:cs="Arial"/>
        </w:rPr>
        <w:t>Zamawiającego</w:t>
      </w:r>
      <w:r w:rsidR="0036612C" w:rsidRPr="00CB5680">
        <w:rPr>
          <w:rFonts w:ascii="Arial" w:hAnsi="Arial" w:cs="Arial"/>
        </w:rPr>
        <w:t>:</w:t>
      </w:r>
      <w:r w:rsidR="005845F1">
        <w:rPr>
          <w:rFonts w:ascii="Arial" w:hAnsi="Arial" w:cs="Arial"/>
        </w:rPr>
        <w:t>…</w:t>
      </w:r>
      <w:proofErr w:type="gramEnd"/>
      <w:r w:rsidR="005845F1">
        <w:rPr>
          <w:rFonts w:ascii="Arial" w:hAnsi="Arial" w:cs="Arial"/>
        </w:rPr>
        <w:t>……………………………………………………………………………</w:t>
      </w:r>
      <w:proofErr w:type="gramStart"/>
      <w:r w:rsidR="005845F1">
        <w:rPr>
          <w:rFonts w:ascii="Arial" w:hAnsi="Arial" w:cs="Arial"/>
        </w:rPr>
        <w:t>…</w:t>
      </w:r>
      <w:r w:rsidR="00FD6C45">
        <w:rPr>
          <w:rFonts w:ascii="Arial" w:hAnsi="Arial" w:cs="Arial"/>
        </w:rPr>
        <w:t>….</w:t>
      </w:r>
      <w:proofErr w:type="gramEnd"/>
      <w:r w:rsidR="00FD6C45">
        <w:rPr>
          <w:rFonts w:ascii="Arial" w:hAnsi="Arial" w:cs="Arial"/>
        </w:rPr>
        <w:t>.</w:t>
      </w:r>
    </w:p>
    <w:p w14:paraId="52A63566" w14:textId="7762CC0A" w:rsidR="0030479F" w:rsidRDefault="0030479F" w:rsidP="007C63FD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uznaje roboty za ostatecznie odebrane i przekazane użytkownikowi…………………………………………………………………………………………….</w:t>
      </w:r>
    </w:p>
    <w:p w14:paraId="243A89DB" w14:textId="2255FCF0" w:rsidR="007C63FD" w:rsidRPr="0030479F" w:rsidRDefault="007C63FD" w:rsidP="007C63FD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Zestawienie </w:t>
      </w:r>
      <w:r w:rsidR="00AC1AA4">
        <w:rPr>
          <w:rFonts w:ascii="Arial" w:hAnsi="Arial" w:cs="Arial"/>
        </w:rPr>
        <w:t>ilości wbudowanego materiału wraz z dokumentami potwierdzającym stanowi załącznik nr 1 do niniejszego protokołu.</w:t>
      </w:r>
    </w:p>
    <w:p w14:paraId="4D5B6AF0" w14:textId="77777777" w:rsidR="0030479F" w:rsidRDefault="0030479F" w:rsidP="007C63FD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Niniejszy protokół, łącznie ze sprawdzonymi fakturami końcowymi oraz wymaganą dokumentacją stanowi podstawę ostatecznego rozrachunku między zleceniodawcą </w:t>
      </w:r>
      <w:r>
        <w:rPr>
          <w:rFonts w:ascii="Arial" w:hAnsi="Arial" w:cs="Arial"/>
        </w:rPr>
        <w:br/>
        <w:t>a wykonawcą.</w:t>
      </w:r>
    </w:p>
    <w:p w14:paraId="47224DB5" w14:textId="77777777" w:rsidR="0030479F" w:rsidRDefault="0030479F" w:rsidP="007C63FD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</w:p>
    <w:p w14:paraId="0A0BEE67" w14:textId="77777777" w:rsidR="0030479F" w:rsidRDefault="0030479F" w:rsidP="007C63FD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06C58A23" w14:textId="77777777" w:rsidR="0030479F" w:rsidRDefault="0030479F" w:rsidP="007C63FD">
      <w:pPr>
        <w:spacing w:line="276" w:lineRule="auto"/>
        <w:jc w:val="both"/>
        <w:rPr>
          <w:rFonts w:ascii="Arial" w:hAnsi="Arial" w:cs="Arial"/>
        </w:rPr>
      </w:pPr>
    </w:p>
    <w:p w14:paraId="63511457" w14:textId="77777777" w:rsidR="005845F1" w:rsidRDefault="005845F1" w:rsidP="007C63FD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Podpisy przedstawicieli Wykonawcy:</w:t>
      </w:r>
      <w:r w:rsidR="00E1312F" w:rsidRPr="00AA6B0D">
        <w:rPr>
          <w:rFonts w:ascii="Arial" w:hAnsi="Arial" w:cs="Arial"/>
        </w:rPr>
        <w:tab/>
      </w:r>
      <w:r w:rsidR="00E1312F" w:rsidRPr="00AA6B0D"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Podpisy członków Komisji</w:t>
      </w:r>
      <w:r w:rsidR="00E1312F" w:rsidRPr="00AA6B0D">
        <w:rPr>
          <w:rFonts w:ascii="Arial" w:hAnsi="Arial" w:cs="Arial"/>
        </w:rPr>
        <w:t>:</w:t>
      </w:r>
    </w:p>
    <w:p w14:paraId="38862D37" w14:textId="77777777" w:rsidR="00E1312F" w:rsidRPr="00AA6B0D" w:rsidRDefault="005845F1" w:rsidP="007C63FD">
      <w:pPr>
        <w:spacing w:line="72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1)</w:t>
      </w:r>
      <w:r w:rsidR="00E1312F" w:rsidRPr="00AA6B0D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14:paraId="0E816822" w14:textId="77777777" w:rsidR="00E1312F" w:rsidRPr="00AA6B0D" w:rsidRDefault="00CB5680" w:rsidP="007C63FD">
      <w:pPr>
        <w:spacing w:line="72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845F1">
        <w:rPr>
          <w:rFonts w:ascii="Arial" w:hAnsi="Arial" w:cs="Arial"/>
        </w:rPr>
        <w:t>2)</w:t>
      </w:r>
      <w:r w:rsidR="00E1312F" w:rsidRPr="00AA6B0D">
        <w:rPr>
          <w:rFonts w:ascii="Arial" w:hAnsi="Arial" w:cs="Arial"/>
        </w:rPr>
        <w:t xml:space="preserve"> .........................</w:t>
      </w:r>
      <w:r w:rsidR="005845F1">
        <w:rPr>
          <w:rFonts w:ascii="Arial" w:hAnsi="Arial" w:cs="Arial"/>
        </w:rPr>
        <w:t>............................</w:t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  <w:t>2)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14:paraId="06098A6C" w14:textId="4A1B50A3" w:rsidR="00FD6C45" w:rsidRDefault="00CB5680" w:rsidP="007C63FD">
      <w:pPr>
        <w:spacing w:line="72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845F1">
        <w:rPr>
          <w:rFonts w:ascii="Arial" w:hAnsi="Arial" w:cs="Arial"/>
        </w:rPr>
        <w:t>3)</w:t>
      </w:r>
      <w:r w:rsidR="00E1312F" w:rsidRPr="00AA6B0D">
        <w:rPr>
          <w:rFonts w:ascii="Arial" w:hAnsi="Arial" w:cs="Arial"/>
        </w:rPr>
        <w:t>..........................</w:t>
      </w:r>
      <w:r w:rsidR="005845F1">
        <w:rPr>
          <w:rFonts w:ascii="Arial" w:hAnsi="Arial" w:cs="Arial"/>
        </w:rPr>
        <w:t>............................</w:t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  <w:t>3)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14:paraId="414C5FB8" w14:textId="0FB4F434" w:rsidR="00FD6C45" w:rsidRDefault="00FD6C45" w:rsidP="007C63FD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1D49AD5" w14:textId="77777777" w:rsidR="005845F1" w:rsidRDefault="005845F1" w:rsidP="007C63FD">
      <w:pPr>
        <w:spacing w:line="480" w:lineRule="auto"/>
        <w:rPr>
          <w:rFonts w:ascii="Arial" w:hAnsi="Arial" w:cs="Arial"/>
        </w:rPr>
      </w:pPr>
    </w:p>
    <w:p w14:paraId="0444E18E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618DC7F2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173C7412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053D9243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2620BEE7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51485DFD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604A83FB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25B6228E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57586A6A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75F753A0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2C500947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1580AEDB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04C0B4AB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6FDFC4EE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7692E33B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7C24498A" w14:textId="77777777" w:rsidR="005845F1" w:rsidRDefault="005845F1" w:rsidP="005845F1">
      <w:pPr>
        <w:spacing w:line="480" w:lineRule="auto"/>
        <w:rPr>
          <w:rFonts w:ascii="Arial" w:hAnsi="Arial" w:cs="Arial"/>
        </w:rPr>
      </w:pPr>
    </w:p>
    <w:p w14:paraId="22AF18C2" w14:textId="3D56DE64" w:rsidR="005845F1" w:rsidRPr="00AA6B0D" w:rsidRDefault="005845F1" w:rsidP="005845F1">
      <w:pPr>
        <w:spacing w:line="480" w:lineRule="auto"/>
        <w:rPr>
          <w:rFonts w:ascii="Arial" w:hAnsi="Arial" w:cs="Arial"/>
        </w:rPr>
      </w:pPr>
    </w:p>
    <w:sectPr w:rsidR="005845F1" w:rsidRPr="00AA6B0D">
      <w:headerReference w:type="default" r:id="rId7"/>
      <w:footerReference w:type="default" r:id="rId8"/>
      <w:pgSz w:w="11906" w:h="16838"/>
      <w:pgMar w:top="851" w:right="1418" w:bottom="851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56DBE" w14:textId="77777777" w:rsidR="00501FBD" w:rsidRDefault="00501FBD" w:rsidP="00CB5680">
      <w:r>
        <w:separator/>
      </w:r>
    </w:p>
  </w:endnote>
  <w:endnote w:type="continuationSeparator" w:id="0">
    <w:p w14:paraId="658128E2" w14:textId="77777777" w:rsidR="00501FBD" w:rsidRDefault="00501FBD" w:rsidP="00CB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CF87E" w14:textId="77777777" w:rsidR="008B35AD" w:rsidRPr="00AA6B0D" w:rsidRDefault="008B35AD" w:rsidP="008B35AD">
    <w:pPr>
      <w:spacing w:line="480" w:lineRule="auto"/>
      <w:rPr>
        <w:rFonts w:ascii="Arial" w:hAnsi="Arial" w:cs="Arial"/>
      </w:rPr>
    </w:pPr>
    <w:r>
      <w:rPr>
        <w:rFonts w:ascii="Arial" w:hAnsi="Arial" w:cs="Arial"/>
      </w:rPr>
      <w:t>*niepotrzebne skreślić</w:t>
    </w:r>
  </w:p>
  <w:p w14:paraId="0E98CA69" w14:textId="77777777" w:rsidR="008B35AD" w:rsidRDefault="008B35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EE1C8" w14:textId="77777777" w:rsidR="00501FBD" w:rsidRDefault="00501FBD" w:rsidP="00CB5680">
      <w:r>
        <w:separator/>
      </w:r>
    </w:p>
  </w:footnote>
  <w:footnote w:type="continuationSeparator" w:id="0">
    <w:p w14:paraId="7C5EC370" w14:textId="77777777" w:rsidR="00501FBD" w:rsidRDefault="00501FBD" w:rsidP="00CB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26E9D" w14:textId="77777777" w:rsidR="00CB5680" w:rsidRDefault="00CB5680" w:rsidP="00CB5680">
    <w:pPr>
      <w:pStyle w:val="Nagwek"/>
      <w:jc w:val="right"/>
    </w:pPr>
  </w:p>
  <w:p w14:paraId="7F7A7165" w14:textId="4C8D39C3" w:rsidR="00CB5680" w:rsidRDefault="00AB2D59" w:rsidP="00CB5680">
    <w:pPr>
      <w:pStyle w:val="Nagwek"/>
      <w:jc w:val="right"/>
    </w:pPr>
    <w:r>
      <w:t xml:space="preserve">Załącznik nr </w:t>
    </w:r>
    <w:r w:rsidR="00AB4065">
      <w:t>8</w:t>
    </w:r>
    <w:r>
      <w:t xml:space="preserve"> do </w:t>
    </w:r>
    <w:r w:rsidR="00AB4065">
      <w:t>dokumentacji projektowej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021AF"/>
    <w:multiLevelType w:val="singleLevel"/>
    <w:tmpl w:val="C4929160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</w:abstractNum>
  <w:abstractNum w:abstractNumId="1" w15:restartNumberingAfterBreak="0">
    <w:nsid w:val="423A6B60"/>
    <w:multiLevelType w:val="hybridMultilevel"/>
    <w:tmpl w:val="0A2229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1431248">
    <w:abstractNumId w:val="0"/>
  </w:num>
  <w:num w:numId="2" w16cid:durableId="1755973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DE"/>
    <w:rsid w:val="00070834"/>
    <w:rsid w:val="00077F4D"/>
    <w:rsid w:val="000F4823"/>
    <w:rsid w:val="00180596"/>
    <w:rsid w:val="001B252A"/>
    <w:rsid w:val="001C7341"/>
    <w:rsid w:val="00270801"/>
    <w:rsid w:val="00270BA1"/>
    <w:rsid w:val="002F00B3"/>
    <w:rsid w:val="0030479F"/>
    <w:rsid w:val="003364FC"/>
    <w:rsid w:val="003446BD"/>
    <w:rsid w:val="0036612C"/>
    <w:rsid w:val="00383E59"/>
    <w:rsid w:val="003A66A5"/>
    <w:rsid w:val="003C32BC"/>
    <w:rsid w:val="003F1105"/>
    <w:rsid w:val="004115E7"/>
    <w:rsid w:val="004369BC"/>
    <w:rsid w:val="00485853"/>
    <w:rsid w:val="004D087B"/>
    <w:rsid w:val="00501FBD"/>
    <w:rsid w:val="005665EB"/>
    <w:rsid w:val="005845F1"/>
    <w:rsid w:val="005A1605"/>
    <w:rsid w:val="005D0CA9"/>
    <w:rsid w:val="005F69DE"/>
    <w:rsid w:val="006D6D29"/>
    <w:rsid w:val="006F635B"/>
    <w:rsid w:val="00751822"/>
    <w:rsid w:val="007C63FD"/>
    <w:rsid w:val="007D18E8"/>
    <w:rsid w:val="007F36AD"/>
    <w:rsid w:val="008B35AD"/>
    <w:rsid w:val="009262BF"/>
    <w:rsid w:val="00985164"/>
    <w:rsid w:val="009B4351"/>
    <w:rsid w:val="00A22C29"/>
    <w:rsid w:val="00A55BE0"/>
    <w:rsid w:val="00A73B07"/>
    <w:rsid w:val="00AA6B0D"/>
    <w:rsid w:val="00AB2D59"/>
    <w:rsid w:val="00AB4065"/>
    <w:rsid w:val="00AC1AA4"/>
    <w:rsid w:val="00AD15EC"/>
    <w:rsid w:val="00AF64DB"/>
    <w:rsid w:val="00B25196"/>
    <w:rsid w:val="00B60BD1"/>
    <w:rsid w:val="00B76AC6"/>
    <w:rsid w:val="00CA7C74"/>
    <w:rsid w:val="00CB5680"/>
    <w:rsid w:val="00CC2AE8"/>
    <w:rsid w:val="00CF7BA7"/>
    <w:rsid w:val="00D35FF2"/>
    <w:rsid w:val="00D811CD"/>
    <w:rsid w:val="00DA355E"/>
    <w:rsid w:val="00E1312F"/>
    <w:rsid w:val="00E635D5"/>
    <w:rsid w:val="00E968FD"/>
    <w:rsid w:val="00EF29A7"/>
    <w:rsid w:val="00EF2E3D"/>
    <w:rsid w:val="00F30547"/>
    <w:rsid w:val="00FD40E0"/>
    <w:rsid w:val="00FD6C45"/>
    <w:rsid w:val="00FD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5E64A"/>
  <w15:chartTrackingRefBased/>
  <w15:docId w15:val="{6DFF23A2-C347-465A-B92C-F3277A6F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661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680"/>
  </w:style>
  <w:style w:type="paragraph" w:styleId="Stopka">
    <w:name w:val="footer"/>
    <w:basedOn w:val="Normalny"/>
    <w:link w:val="Stopka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zimierz.gagola\Desktop\Ryszard\Dokumenty\protokol_technicznego_odbioru_rob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protokol_technicznego_odbioru_robot</Template>
  <TotalTime>73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TECHNICZNEGO ODBIORU ROBÓT</vt:lpstr>
      <vt:lpstr>PROTOKÓŁ TECHNICZNEGO ODBIORU ROBÓT</vt:lpstr>
    </vt:vector>
  </TitlesOfParts>
  <Company>Z.U.H. Maciej Żelisko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TECHNICZNEGO ODBIORU ROBÓT</dc:title>
  <dc:subject/>
  <dc:creator>Kazimierz Gągola</dc:creator>
  <cp:keywords/>
  <cp:lastModifiedBy>Jacek Tokarz</cp:lastModifiedBy>
  <cp:revision>10</cp:revision>
  <cp:lastPrinted>2021-07-27T05:44:00Z</cp:lastPrinted>
  <dcterms:created xsi:type="dcterms:W3CDTF">2024-09-03T12:39:00Z</dcterms:created>
  <dcterms:modified xsi:type="dcterms:W3CDTF">2025-07-02T10:53:00Z</dcterms:modified>
</cp:coreProperties>
</file>